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CF5" w:rsidRDefault="00835CF5" w:rsidP="001A4943">
      <w:pPr>
        <w:spacing w:after="0" w:line="240" w:lineRule="auto"/>
        <w:jc w:val="center"/>
        <w:rPr>
          <w:sz w:val="144"/>
          <w:szCs w:val="144"/>
        </w:rPr>
      </w:pPr>
    </w:p>
    <w:p w:rsidR="00835CF5" w:rsidRDefault="00835CF5" w:rsidP="001A4943">
      <w:pPr>
        <w:spacing w:after="0" w:line="240" w:lineRule="auto"/>
        <w:jc w:val="center"/>
        <w:rPr>
          <w:sz w:val="144"/>
          <w:szCs w:val="144"/>
        </w:rPr>
      </w:pPr>
    </w:p>
    <w:p w:rsidR="00835CF5" w:rsidRDefault="00835CF5" w:rsidP="001A4943">
      <w:pPr>
        <w:spacing w:after="0" w:line="240" w:lineRule="auto"/>
        <w:jc w:val="center"/>
        <w:rPr>
          <w:sz w:val="72"/>
          <w:szCs w:val="144"/>
        </w:rPr>
      </w:pPr>
      <w:r w:rsidRPr="00F81A71">
        <w:rPr>
          <w:sz w:val="72"/>
          <w:szCs w:val="144"/>
        </w:rPr>
        <w:t xml:space="preserve">Исполнение </w:t>
      </w:r>
    </w:p>
    <w:p w:rsidR="00835CF5" w:rsidRPr="00F81A71" w:rsidRDefault="00835CF5" w:rsidP="001A4943">
      <w:pPr>
        <w:spacing w:after="0" w:line="240" w:lineRule="auto"/>
        <w:jc w:val="center"/>
        <w:rPr>
          <w:sz w:val="72"/>
          <w:szCs w:val="144"/>
        </w:rPr>
      </w:pPr>
      <w:r w:rsidRPr="00F81A71">
        <w:rPr>
          <w:sz w:val="72"/>
          <w:szCs w:val="144"/>
        </w:rPr>
        <w:t>собственного бюджета администрации</w:t>
      </w:r>
    </w:p>
    <w:p w:rsidR="00835CF5" w:rsidRPr="00F81A71" w:rsidRDefault="00835CF5" w:rsidP="001A4943">
      <w:pPr>
        <w:spacing w:after="0" w:line="240" w:lineRule="auto"/>
        <w:jc w:val="center"/>
        <w:rPr>
          <w:sz w:val="72"/>
          <w:szCs w:val="144"/>
        </w:rPr>
      </w:pPr>
      <w:r w:rsidRPr="00F81A71">
        <w:rPr>
          <w:sz w:val="72"/>
          <w:szCs w:val="144"/>
        </w:rPr>
        <w:t xml:space="preserve">МО «Сокрутовский сельсовет» </w:t>
      </w:r>
    </w:p>
    <w:p w:rsidR="00835CF5" w:rsidRPr="00F81A71" w:rsidRDefault="00835CF5" w:rsidP="001A4943">
      <w:pPr>
        <w:spacing w:after="0" w:line="240" w:lineRule="auto"/>
        <w:jc w:val="center"/>
        <w:rPr>
          <w:sz w:val="72"/>
          <w:szCs w:val="144"/>
        </w:rPr>
      </w:pPr>
      <w:bookmarkStart w:id="0" w:name="_GoBack"/>
      <w:bookmarkEnd w:id="0"/>
      <w:r>
        <w:rPr>
          <w:sz w:val="72"/>
          <w:szCs w:val="144"/>
        </w:rPr>
        <w:t>за 2016</w:t>
      </w:r>
      <w:r w:rsidRPr="00F81A71">
        <w:rPr>
          <w:sz w:val="72"/>
          <w:szCs w:val="144"/>
        </w:rPr>
        <w:t>г.</w:t>
      </w:r>
    </w:p>
    <w:sectPr w:rsidR="00835CF5" w:rsidRPr="00F81A71" w:rsidSect="00F81A71">
      <w:pgSz w:w="11906" w:h="16838"/>
      <w:pgMar w:top="567" w:right="232" w:bottom="567" w:left="227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08B"/>
    <w:rsid w:val="00196FD6"/>
    <w:rsid w:val="001A4943"/>
    <w:rsid w:val="001B142E"/>
    <w:rsid w:val="00300901"/>
    <w:rsid w:val="0059398F"/>
    <w:rsid w:val="00685361"/>
    <w:rsid w:val="007D43C8"/>
    <w:rsid w:val="007F0814"/>
    <w:rsid w:val="00835CF5"/>
    <w:rsid w:val="009B339D"/>
    <w:rsid w:val="00A30A90"/>
    <w:rsid w:val="00AC1BD2"/>
    <w:rsid w:val="00B86E1F"/>
    <w:rsid w:val="00BE44CA"/>
    <w:rsid w:val="00D93282"/>
    <w:rsid w:val="00E50624"/>
    <w:rsid w:val="00E66EAE"/>
    <w:rsid w:val="00EB022A"/>
    <w:rsid w:val="00F255F3"/>
    <w:rsid w:val="00F3608B"/>
    <w:rsid w:val="00F365DC"/>
    <w:rsid w:val="00F81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98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81A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13</Words>
  <Characters>75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9</cp:revision>
  <cp:lastPrinted>2017-02-15T12:30:00Z</cp:lastPrinted>
  <dcterms:created xsi:type="dcterms:W3CDTF">2014-05-22T04:01:00Z</dcterms:created>
  <dcterms:modified xsi:type="dcterms:W3CDTF">2017-02-15T12:30:00Z</dcterms:modified>
</cp:coreProperties>
</file>