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BFC" w:rsidRDefault="006A3BFC" w:rsidP="002B30A0">
      <w:pPr>
        <w:pStyle w:val="NormalWeb"/>
        <w:spacing w:before="0" w:beforeAutospacing="0" w:after="0"/>
        <w:jc w:val="center"/>
      </w:pPr>
      <w:r>
        <w:rPr>
          <w:rFonts w:ascii="Arial" w:hAnsi="Arial" w:cs="Arial"/>
          <w:b/>
        </w:rPr>
        <w:t xml:space="preserve">              </w:t>
      </w:r>
      <w:r>
        <w:rPr>
          <w:sz w:val="27"/>
          <w:szCs w:val="27"/>
        </w:rPr>
        <w:t>АДМИНИСТРАЦИЯ МУНИЦИПАЛЬНОГО ОБРАЗОВАНИЯ</w:t>
      </w:r>
    </w:p>
    <w:p w:rsidR="006A3BFC" w:rsidRDefault="006A3BFC" w:rsidP="002B30A0">
      <w:pPr>
        <w:pStyle w:val="NormalWeb"/>
        <w:spacing w:before="0" w:beforeAutospacing="0" w:after="0"/>
        <w:jc w:val="center"/>
      </w:pPr>
      <w:r>
        <w:rPr>
          <w:sz w:val="27"/>
          <w:szCs w:val="27"/>
        </w:rPr>
        <w:t>«СОКРУТОВСКИЙ СЕЛЬСОВЕТ»</w:t>
      </w:r>
    </w:p>
    <w:p w:rsidR="006A3BFC" w:rsidRDefault="006A3BFC" w:rsidP="002B30A0">
      <w:pPr>
        <w:pStyle w:val="NormalWeb"/>
        <w:spacing w:before="0" w:beforeAutospacing="0" w:after="0"/>
      </w:pPr>
    </w:p>
    <w:p w:rsidR="006A3BFC" w:rsidRDefault="006A3BFC" w:rsidP="002B30A0">
      <w:pPr>
        <w:pStyle w:val="NormalWeb"/>
        <w:spacing w:before="0" w:beforeAutospacing="0" w:after="0"/>
        <w:ind w:left="2835" w:firstLine="709"/>
      </w:pPr>
      <w:r>
        <w:rPr>
          <w:sz w:val="27"/>
          <w:szCs w:val="27"/>
        </w:rPr>
        <w:t>РАСПОРЯЖЕНИЕ</w:t>
      </w:r>
    </w:p>
    <w:p w:rsidR="006A3BFC" w:rsidRDefault="006A3BFC" w:rsidP="002B30A0">
      <w:pPr>
        <w:pStyle w:val="NormalWeb"/>
        <w:spacing w:before="0" w:beforeAutospacing="0" w:after="0"/>
        <w:jc w:val="center"/>
      </w:pPr>
    </w:p>
    <w:p w:rsidR="006A3BFC" w:rsidRDefault="006A3BFC" w:rsidP="002B30A0">
      <w:pPr>
        <w:pStyle w:val="NormalWeb"/>
        <w:spacing w:after="0"/>
      </w:pPr>
      <w:r>
        <w:rPr>
          <w:sz w:val="27"/>
          <w:szCs w:val="27"/>
        </w:rPr>
        <w:t>27.11.201</w:t>
      </w:r>
      <w:r w:rsidRPr="002B30A0">
        <w:rPr>
          <w:sz w:val="27"/>
          <w:szCs w:val="27"/>
        </w:rPr>
        <w:t>2</w:t>
      </w:r>
      <w:r>
        <w:rPr>
          <w:sz w:val="27"/>
          <w:szCs w:val="27"/>
        </w:rPr>
        <w:t xml:space="preserve">                                                                                                       №30 </w:t>
      </w:r>
    </w:p>
    <w:p w:rsidR="006A3BFC" w:rsidRPr="002B30A0" w:rsidRDefault="006A3BFC" w:rsidP="00532767">
      <w:pPr>
        <w:spacing w:after="0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 xml:space="preserve">Об обеспечении безопасности </w:t>
      </w:r>
    </w:p>
    <w:p w:rsidR="006A3BFC" w:rsidRPr="002B30A0" w:rsidRDefault="006A3BFC" w:rsidP="00532767">
      <w:pPr>
        <w:spacing w:after="0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 xml:space="preserve">населения на водных объектах </w:t>
      </w:r>
    </w:p>
    <w:p w:rsidR="006A3BFC" w:rsidRPr="002B30A0" w:rsidRDefault="006A3BFC" w:rsidP="00532767">
      <w:pPr>
        <w:spacing w:after="0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 xml:space="preserve">в осеннее -зимний сезон 2012-2013 </w:t>
      </w:r>
    </w:p>
    <w:p w:rsidR="006A3BFC" w:rsidRPr="002B30A0" w:rsidRDefault="006A3BFC" w:rsidP="00532767">
      <w:pPr>
        <w:spacing w:after="0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 xml:space="preserve">годов  на территории </w:t>
      </w:r>
    </w:p>
    <w:p w:rsidR="006A3BFC" w:rsidRPr="002B30A0" w:rsidRDefault="006A3BFC" w:rsidP="00532767">
      <w:pPr>
        <w:spacing w:after="0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 xml:space="preserve"> МО «Сокрутовский сельсовет»</w:t>
      </w:r>
    </w:p>
    <w:p w:rsidR="006A3BFC" w:rsidRPr="002B30A0" w:rsidRDefault="006A3BFC" w:rsidP="00532767">
      <w:pPr>
        <w:spacing w:after="0"/>
        <w:rPr>
          <w:rFonts w:ascii="Times New Roman" w:hAnsi="Times New Roman"/>
          <w:sz w:val="28"/>
          <w:szCs w:val="28"/>
        </w:rPr>
      </w:pPr>
    </w:p>
    <w:p w:rsidR="006A3BFC" w:rsidRPr="002B30A0" w:rsidRDefault="006A3BFC" w:rsidP="00532767">
      <w:pPr>
        <w:rPr>
          <w:rFonts w:ascii="Times New Roman" w:hAnsi="Times New Roman"/>
          <w:sz w:val="28"/>
          <w:szCs w:val="28"/>
        </w:rPr>
      </w:pPr>
    </w:p>
    <w:p w:rsidR="006A3BFC" w:rsidRPr="002B30A0" w:rsidRDefault="006A3BFC" w:rsidP="00532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06.10.2003 №131-ФЗ «Об общих принципах организации местного самоуправления в Российской Федерации», во исполнения Решения КЧС и ПБ администрации МО «Ахтубинский район» от 26.11.2012  № 49:  </w:t>
      </w:r>
    </w:p>
    <w:p w:rsidR="006A3BFC" w:rsidRPr="002B30A0" w:rsidRDefault="006A3BFC" w:rsidP="00532767">
      <w:pPr>
        <w:jc w:val="both"/>
        <w:rPr>
          <w:rFonts w:ascii="Times New Roman" w:hAnsi="Times New Roman"/>
          <w:sz w:val="28"/>
          <w:szCs w:val="28"/>
        </w:rPr>
      </w:pPr>
    </w:p>
    <w:p w:rsidR="006A3BFC" w:rsidRPr="002B30A0" w:rsidRDefault="006A3BFC" w:rsidP="0053276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>Утвердить план мероприятий по обеспечению безопасности населения  на водных объектах в осеннее - зимний период 2011-2012 годов ( приложение № 1).</w:t>
      </w:r>
    </w:p>
    <w:p w:rsidR="006A3BFC" w:rsidRPr="002B30A0" w:rsidRDefault="006A3BFC" w:rsidP="0053276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>Провести заседание КЧС и ПБ с повесткой « О мерах по обеспечению безопасности населения на водных объектах в осенне-зимний период 2012-2013 гг. и подготовке к купальному сезону 2013 года»</w:t>
      </w:r>
    </w:p>
    <w:p w:rsidR="006A3BFC" w:rsidRPr="002B30A0" w:rsidRDefault="006A3BFC" w:rsidP="0053276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>Обеспечить размещение настоящего распоряжения в сети Интернет на  официальном сайте администрации МО «Сокрутовский  сельсовет».</w:t>
      </w:r>
    </w:p>
    <w:p w:rsidR="006A3BFC" w:rsidRPr="002B30A0" w:rsidRDefault="006A3BFC" w:rsidP="00532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 xml:space="preserve">4. Контроль за исполнение настоящего распоряжения оставляю за собой. </w:t>
      </w:r>
    </w:p>
    <w:p w:rsidR="006A3BFC" w:rsidRPr="002B30A0" w:rsidRDefault="006A3BFC" w:rsidP="0053276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A3BFC" w:rsidRPr="002B30A0" w:rsidRDefault="006A3BFC" w:rsidP="00532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B30A0">
        <w:rPr>
          <w:rFonts w:ascii="Times New Roman" w:hAnsi="Times New Roman"/>
          <w:sz w:val="28"/>
          <w:szCs w:val="28"/>
        </w:rPr>
        <w:t xml:space="preserve">Глава муниципального образования: ______________ О.Ю.Бакунцева                 </w:t>
      </w:r>
    </w:p>
    <w:p w:rsidR="006A3BFC" w:rsidRPr="002B30A0" w:rsidRDefault="006A3BFC" w:rsidP="00532767">
      <w:pPr>
        <w:rPr>
          <w:rFonts w:ascii="Times New Roman" w:hAnsi="Times New Roman"/>
          <w:sz w:val="28"/>
          <w:szCs w:val="28"/>
        </w:rPr>
      </w:pPr>
    </w:p>
    <w:p w:rsidR="006A3BFC" w:rsidRPr="002B30A0" w:rsidRDefault="006A3BFC" w:rsidP="00532767">
      <w:pPr>
        <w:rPr>
          <w:rFonts w:ascii="Times New Roman" w:hAnsi="Times New Roman"/>
          <w:sz w:val="28"/>
          <w:szCs w:val="28"/>
        </w:rPr>
      </w:pPr>
    </w:p>
    <w:p w:rsidR="006A3BFC" w:rsidRPr="002B30A0" w:rsidRDefault="006A3BFC">
      <w:pPr>
        <w:rPr>
          <w:rFonts w:ascii="Times New Roman" w:hAnsi="Times New Roman"/>
          <w:sz w:val="28"/>
          <w:szCs w:val="28"/>
        </w:rPr>
      </w:pPr>
    </w:p>
    <w:sectPr w:rsidR="006A3BFC" w:rsidRPr="002B30A0" w:rsidSect="00145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572C8"/>
    <w:multiLevelType w:val="hybridMultilevel"/>
    <w:tmpl w:val="A4805888"/>
    <w:lvl w:ilvl="0" w:tplc="1D06D0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674A3EEE"/>
    <w:multiLevelType w:val="hybridMultilevel"/>
    <w:tmpl w:val="40FC5E1A"/>
    <w:lvl w:ilvl="0" w:tplc="CB249B9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767"/>
    <w:rsid w:val="001456F4"/>
    <w:rsid w:val="002B30A0"/>
    <w:rsid w:val="00532767"/>
    <w:rsid w:val="006A3BFC"/>
    <w:rsid w:val="00CD25BE"/>
    <w:rsid w:val="00D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F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2767"/>
    <w:pPr>
      <w:ind w:left="720"/>
      <w:contextualSpacing/>
    </w:pPr>
  </w:style>
  <w:style w:type="paragraph" w:styleId="NormalWeb">
    <w:name w:val="Normal (Web)"/>
    <w:basedOn w:val="Normal"/>
    <w:uiPriority w:val="99"/>
    <w:rsid w:val="002B30A0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51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200</Words>
  <Characters>1144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cp:lastPrinted>2012-11-28T11:20:00Z</cp:lastPrinted>
  <dcterms:created xsi:type="dcterms:W3CDTF">2012-11-28T09:16:00Z</dcterms:created>
  <dcterms:modified xsi:type="dcterms:W3CDTF">2012-11-28T11:22:00Z</dcterms:modified>
</cp:coreProperties>
</file>